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>Tryb podstawowy bez negocjacji - art. 275 pkt. 1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24058162" w:rsidR="002E612D" w:rsidRPr="00525EFF" w:rsidRDefault="00AA39D6" w:rsidP="00F31EAC">
      <w:pPr>
        <w:spacing w:after="240" w:line="276" w:lineRule="auto"/>
        <w:jc w:val="center"/>
        <w:rPr>
          <w:b/>
          <w:sz w:val="22"/>
          <w:szCs w:val="22"/>
        </w:rPr>
      </w:pPr>
      <w:r w:rsidRPr="00525EFF">
        <w:rPr>
          <w:sz w:val="22"/>
          <w:szCs w:val="22"/>
        </w:rPr>
        <w:t>”</w:t>
      </w:r>
      <w:r w:rsidR="00C039FD" w:rsidRPr="00C039FD">
        <w:t xml:space="preserve"> </w:t>
      </w:r>
      <w:r w:rsidR="00C039FD" w:rsidRPr="00C039FD">
        <w:rPr>
          <w:sz w:val="22"/>
          <w:szCs w:val="22"/>
        </w:rPr>
        <w:t>Modernizacja kompleksu sportowego "Moje Boisko - Orlik 2012" w Brześciu Kujawskim</w:t>
      </w:r>
      <w:r w:rsidRPr="00525EFF">
        <w:rPr>
          <w:sz w:val="22"/>
          <w:szCs w:val="22"/>
        </w:rPr>
        <w:t>”</w:t>
      </w:r>
    </w:p>
    <w:p w14:paraId="596331DA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777777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poszczególnych części przedmiotu zamówienia zgodnie, 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48F92BF2" w14:textId="537B95BB" w:rsidR="00C039FD" w:rsidRPr="007F3E87" w:rsidRDefault="00C039FD" w:rsidP="00B1235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Pr="00C039FD">
              <w:rPr>
                <w:b/>
                <w:sz w:val="22"/>
                <w:szCs w:val="22"/>
              </w:rPr>
              <w:t>Modernizacja kompleksu sportowego "Moje Boisko - Orlik 2012" w Brześciu Kujawskim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2A2BBD4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lastRenderedPageBreak/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udzielamy gwarancji na okres .......... miesięcy licząc od daty odbioru końcowego;</w:t>
      </w: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2DA30468" w14:textId="206F037E" w:rsidR="007D475B" w:rsidRPr="007D475B" w:rsidRDefault="00C90009" w:rsidP="00C9000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DD0902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61ECC280" w14:textId="1BCBAFEB" w:rsidR="00EC608F" w:rsidRDefault="00EC608F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  <w:r>
        <w:rPr>
          <w:sz w:val="12"/>
          <w:szCs w:val="12"/>
        </w:rPr>
        <w:br/>
      </w:r>
    </w:p>
    <w:p w14:paraId="70287BAC" w14:textId="77777777" w:rsidR="00EC608F" w:rsidRDefault="00EC608F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14:paraId="423F91DD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3D92B" w14:textId="77777777" w:rsidR="00CD2F14" w:rsidRDefault="00CD2F14" w:rsidP="00FF57EE">
      <w:r>
        <w:separator/>
      </w:r>
    </w:p>
  </w:endnote>
  <w:endnote w:type="continuationSeparator" w:id="0">
    <w:p w14:paraId="2EB39CFA" w14:textId="77777777" w:rsidR="00CD2F14" w:rsidRDefault="00CD2F14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64D3D" w14:textId="77777777" w:rsidR="00D0087E" w:rsidRDefault="00D008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6ED1E" w14:textId="77777777" w:rsidR="00D0087E" w:rsidRDefault="00D008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E0595" w14:textId="77777777" w:rsidR="00D0087E" w:rsidRDefault="00D00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5381B" w14:textId="77777777" w:rsidR="00CD2F14" w:rsidRDefault="00CD2F14" w:rsidP="00FF57EE">
      <w:r>
        <w:separator/>
      </w:r>
    </w:p>
  </w:footnote>
  <w:footnote w:type="continuationSeparator" w:id="0">
    <w:p w14:paraId="6D7BDF1D" w14:textId="77777777" w:rsidR="00CD2F14" w:rsidRDefault="00CD2F14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E0851" w14:textId="77777777" w:rsidR="00D0087E" w:rsidRDefault="00D008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6F49E721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D0087E">
      <w:rPr>
        <w:sz w:val="20"/>
        <w:szCs w:val="20"/>
      </w:rPr>
      <w:t>3</w:t>
    </w:r>
    <w:r w:rsidR="00CA3A95">
      <w:rPr>
        <w:sz w:val="20"/>
        <w:szCs w:val="20"/>
      </w:rPr>
      <w:t>1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3FD1" w14:textId="77777777" w:rsidR="00D0087E" w:rsidRDefault="00D008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75478"/>
    <w:rsid w:val="001063D3"/>
    <w:rsid w:val="00107023"/>
    <w:rsid w:val="00112374"/>
    <w:rsid w:val="001C7D84"/>
    <w:rsid w:val="001E6AA2"/>
    <w:rsid w:val="002214DB"/>
    <w:rsid w:val="0022685B"/>
    <w:rsid w:val="00267D1F"/>
    <w:rsid w:val="002715F4"/>
    <w:rsid w:val="00281EDE"/>
    <w:rsid w:val="00297F71"/>
    <w:rsid w:val="002E612D"/>
    <w:rsid w:val="003A1B57"/>
    <w:rsid w:val="003B5AC8"/>
    <w:rsid w:val="003B769C"/>
    <w:rsid w:val="003C0F5E"/>
    <w:rsid w:val="003E106F"/>
    <w:rsid w:val="00484A7D"/>
    <w:rsid w:val="004D5A42"/>
    <w:rsid w:val="004F0D17"/>
    <w:rsid w:val="004F6E29"/>
    <w:rsid w:val="00520500"/>
    <w:rsid w:val="00525EFF"/>
    <w:rsid w:val="005564F9"/>
    <w:rsid w:val="005844F6"/>
    <w:rsid w:val="005F6F5F"/>
    <w:rsid w:val="00606EEE"/>
    <w:rsid w:val="006B63D6"/>
    <w:rsid w:val="006C250A"/>
    <w:rsid w:val="006C641D"/>
    <w:rsid w:val="006D09E0"/>
    <w:rsid w:val="00722959"/>
    <w:rsid w:val="00783E4A"/>
    <w:rsid w:val="007D475B"/>
    <w:rsid w:val="007E331F"/>
    <w:rsid w:val="007F3E87"/>
    <w:rsid w:val="00826C28"/>
    <w:rsid w:val="00830EC7"/>
    <w:rsid w:val="00874460"/>
    <w:rsid w:val="0091080E"/>
    <w:rsid w:val="009312B4"/>
    <w:rsid w:val="0097776D"/>
    <w:rsid w:val="00983D1D"/>
    <w:rsid w:val="009D75A8"/>
    <w:rsid w:val="00A23973"/>
    <w:rsid w:val="00A50E18"/>
    <w:rsid w:val="00AA0B89"/>
    <w:rsid w:val="00AA39D6"/>
    <w:rsid w:val="00AE2ACB"/>
    <w:rsid w:val="00AF4AC3"/>
    <w:rsid w:val="00B26387"/>
    <w:rsid w:val="00B47637"/>
    <w:rsid w:val="00B72B31"/>
    <w:rsid w:val="00B9086B"/>
    <w:rsid w:val="00BC4F99"/>
    <w:rsid w:val="00C039FD"/>
    <w:rsid w:val="00C0756C"/>
    <w:rsid w:val="00C22F7D"/>
    <w:rsid w:val="00C749A9"/>
    <w:rsid w:val="00C90009"/>
    <w:rsid w:val="00CA3A95"/>
    <w:rsid w:val="00CB5A8F"/>
    <w:rsid w:val="00CD2F14"/>
    <w:rsid w:val="00CE3AE6"/>
    <w:rsid w:val="00D0087E"/>
    <w:rsid w:val="00D554C7"/>
    <w:rsid w:val="00D5631A"/>
    <w:rsid w:val="00D837BA"/>
    <w:rsid w:val="00DC336F"/>
    <w:rsid w:val="00DD0902"/>
    <w:rsid w:val="00E1735C"/>
    <w:rsid w:val="00E437EB"/>
    <w:rsid w:val="00E9614A"/>
    <w:rsid w:val="00EC608F"/>
    <w:rsid w:val="00ED4602"/>
    <w:rsid w:val="00F134D5"/>
    <w:rsid w:val="00F31EAC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34</TotalTime>
  <Pages>3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18</cp:revision>
  <dcterms:created xsi:type="dcterms:W3CDTF">2023-06-02T07:52:00Z</dcterms:created>
  <dcterms:modified xsi:type="dcterms:W3CDTF">2025-09-15T06:15:00Z</dcterms:modified>
</cp:coreProperties>
</file>